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85D4" w14:textId="77777777" w:rsidR="008C4D44" w:rsidRDefault="008C4D44" w:rsidP="00B801C3">
      <w:pPr>
        <w:rPr>
          <w:rFonts w:ascii="Times New Roman" w:hAnsi="Times New Roman"/>
        </w:rPr>
      </w:pPr>
    </w:p>
    <w:p w14:paraId="2ACE5935" w14:textId="77777777" w:rsidR="008C4D44" w:rsidRDefault="008C4D44" w:rsidP="00B801C3">
      <w:pPr>
        <w:rPr>
          <w:rFonts w:ascii="Times New Roman" w:hAnsi="Times New Roman"/>
        </w:rPr>
      </w:pPr>
    </w:p>
    <w:p w14:paraId="143916F0" w14:textId="773AEE21" w:rsidR="00B801C3" w:rsidRPr="00B801C3" w:rsidRDefault="002726A3" w:rsidP="00B801C3">
      <w:pPr>
        <w:rPr>
          <w:rFonts w:ascii="Times New Roman" w:hAnsi="Times New Roman"/>
        </w:rPr>
      </w:pPr>
      <w:r w:rsidRPr="00F00368">
        <w:rPr>
          <w:noProof/>
        </w:rPr>
        <w:drawing>
          <wp:anchor distT="0" distB="0" distL="114300" distR="114300" simplePos="0" relativeHeight="251659264" behindDoc="0" locked="0" layoutInCell="1" allowOverlap="1" wp14:anchorId="06EBE91F" wp14:editId="1352A6A5">
            <wp:simplePos x="0" y="0"/>
            <wp:positionH relativeFrom="margin">
              <wp:align>right</wp:align>
            </wp:positionH>
            <wp:positionV relativeFrom="paragraph">
              <wp:posOffset>-899795</wp:posOffset>
            </wp:positionV>
            <wp:extent cx="1947545" cy="887095"/>
            <wp:effectExtent l="0" t="0" r="0" b="8255"/>
            <wp:wrapNone/>
            <wp:docPr id="3" name="Picture 3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1C3" w:rsidRPr="00B801C3">
        <w:rPr>
          <w:rFonts w:ascii="Times New Roman" w:hAnsi="Times New Roman"/>
        </w:rPr>
        <w:t>Transpordiamet</w:t>
      </w:r>
    </w:p>
    <w:p w14:paraId="6D31C270" w14:textId="07AFE6BA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Valge 4, 11413 Tallinn</w:t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801C3">
        <w:rPr>
          <w:rFonts w:ascii="Times New Roman" w:hAnsi="Times New Roman"/>
        </w:rPr>
        <w:t xml:space="preserve"> Meie:</w:t>
      </w:r>
      <w:r w:rsidR="00680DB8">
        <w:rPr>
          <w:rFonts w:ascii="Times New Roman" w:hAnsi="Times New Roman"/>
        </w:rPr>
        <w:t>20</w:t>
      </w:r>
      <w:r w:rsidR="00360DB3">
        <w:rPr>
          <w:rFonts w:ascii="Times New Roman" w:hAnsi="Times New Roman"/>
        </w:rPr>
        <w:t>.</w:t>
      </w:r>
      <w:r w:rsidR="007D306C">
        <w:rPr>
          <w:rFonts w:ascii="Times New Roman" w:hAnsi="Times New Roman"/>
        </w:rPr>
        <w:t>10</w:t>
      </w:r>
      <w:r w:rsidRPr="00B801C3">
        <w:rPr>
          <w:rFonts w:ascii="Times New Roman" w:hAnsi="Times New Roman"/>
        </w:rPr>
        <w:t>.202</w:t>
      </w:r>
      <w:r w:rsidR="005B2B57">
        <w:rPr>
          <w:rFonts w:ascii="Times New Roman" w:hAnsi="Times New Roman"/>
        </w:rPr>
        <w:t>2</w:t>
      </w:r>
      <w:r w:rsidRPr="00B801C3">
        <w:rPr>
          <w:rFonts w:ascii="Times New Roman" w:hAnsi="Times New Roman"/>
        </w:rPr>
        <w:t xml:space="preserve"> nr JV-MAA</w:t>
      </w:r>
      <w:r w:rsidR="00C77F19">
        <w:rPr>
          <w:rFonts w:ascii="Times New Roman" w:hAnsi="Times New Roman"/>
        </w:rPr>
        <w:t>-1</w:t>
      </w:r>
      <w:r w:rsidR="00601A66">
        <w:rPr>
          <w:rFonts w:ascii="Times New Roman" w:hAnsi="Times New Roman"/>
        </w:rPr>
        <w:t>/</w:t>
      </w:r>
      <w:r w:rsidR="0058024C">
        <w:rPr>
          <w:rFonts w:ascii="Times New Roman" w:hAnsi="Times New Roman"/>
        </w:rPr>
        <w:t>4990</w:t>
      </w:r>
    </w:p>
    <w:p w14:paraId="28FD26F1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B801C3" w:rsidRDefault="00B801C3" w:rsidP="00B801C3">
      <w:pPr>
        <w:rPr>
          <w:rFonts w:ascii="Times New Roman" w:hAnsi="Times New Roman"/>
          <w:b/>
        </w:rPr>
      </w:pPr>
    </w:p>
    <w:p w14:paraId="09C07A9D" w14:textId="0FD5FBCE" w:rsidR="00B801C3" w:rsidRDefault="00F9120F" w:rsidP="00B801C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TAOTLUS </w:t>
      </w:r>
      <w:r w:rsidR="00C67098">
        <w:rPr>
          <w:rFonts w:ascii="Times New Roman" w:hAnsi="Times New Roman"/>
          <w:b/>
        </w:rPr>
        <w:t>TRANSPORDIMAALE</w:t>
      </w:r>
      <w:r w:rsidR="00B801C3" w:rsidRPr="00B801C3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p w14:paraId="5329D932" w14:textId="77777777" w:rsidR="00B801C3" w:rsidRPr="00B801C3" w:rsidRDefault="00B801C3" w:rsidP="00B801C3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2"/>
        <w:gridCol w:w="6399"/>
      </w:tblGrid>
      <w:tr w:rsidR="00B801C3" w:rsidRPr="00B801C3" w14:paraId="03291118" w14:textId="77777777" w:rsidTr="001D7446">
        <w:trPr>
          <w:trHeight w:val="430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315E1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Nimi: Elektrilevi OÜ</w:t>
            </w:r>
          </w:p>
          <w:p w14:paraId="296E2FB6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3EFC1DBD" w14:textId="77777777" w:rsidTr="001D7446">
        <w:trPr>
          <w:trHeight w:val="43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4479A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Registrikood: 11050857</w:t>
            </w:r>
          </w:p>
        </w:tc>
      </w:tr>
      <w:tr w:rsidR="00B801C3" w:rsidRPr="00B801C3" w14:paraId="4D69FA9B" w14:textId="77777777" w:rsidTr="001D7446">
        <w:trPr>
          <w:trHeight w:val="434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D54E88B" w14:textId="2E033D84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Lepingu allkirjastaja nimi: </w:t>
            </w:r>
            <w:r w:rsidR="00290BF6" w:rsidRPr="00B801C3">
              <w:rPr>
                <w:rFonts w:ascii="Times New Roman" w:hAnsi="Times New Roman"/>
              </w:rPr>
              <w:t xml:space="preserve"> Andra </w:t>
            </w:r>
            <w:r w:rsidR="00290BF6">
              <w:rPr>
                <w:rFonts w:ascii="Times New Roman" w:hAnsi="Times New Roman"/>
              </w:rPr>
              <w:t>McManus</w:t>
            </w:r>
          </w:p>
        </w:tc>
      </w:tr>
      <w:tr w:rsidR="00B801C3" w:rsidRPr="00B801C3" w14:paraId="6E9216FC" w14:textId="77777777" w:rsidTr="001D7446">
        <w:trPr>
          <w:trHeight w:val="715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EBC082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0"/>
      <w:tr w:rsidR="00B801C3" w:rsidRPr="00B801C3" w14:paraId="77F4CF77" w14:textId="77777777" w:rsidTr="001D7446">
        <w:trPr>
          <w:trHeight w:val="430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921E4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271AD2CA" w:rsidR="00B801C3" w:rsidRPr="00B801C3" w:rsidRDefault="0058024C" w:rsidP="00B801C3">
            <w:pPr>
              <w:rPr>
                <w:rFonts w:ascii="Times New Roman" w:hAnsi="Times New Roman"/>
              </w:rPr>
            </w:pPr>
            <w:hyperlink r:id="rId12" w:history="1">
              <w:r w:rsidR="00B801C3" w:rsidRPr="00B801C3">
                <w:rPr>
                  <w:rStyle w:val="Hyperlink"/>
                  <w:rFonts w:ascii="Times New Roman" w:hAnsi="Times New Roman"/>
                </w:rPr>
                <w:t>andra.sokk@energia.ee</w:t>
              </w:r>
            </w:hyperlink>
            <w:r w:rsidR="00B801C3" w:rsidRPr="00B801C3">
              <w:rPr>
                <w:rFonts w:ascii="Times New Roman" w:hAnsi="Times New Roman"/>
              </w:rPr>
              <w:t>, tel 512</w:t>
            </w:r>
            <w:r w:rsidR="00025DA6">
              <w:rPr>
                <w:rFonts w:ascii="Times New Roman" w:hAnsi="Times New Roman"/>
              </w:rPr>
              <w:t xml:space="preserve"> </w:t>
            </w:r>
            <w:r w:rsidR="00B801C3" w:rsidRPr="00B801C3">
              <w:rPr>
                <w:rFonts w:ascii="Times New Roman" w:hAnsi="Times New Roman"/>
              </w:rPr>
              <w:t>3441</w:t>
            </w:r>
          </w:p>
        </w:tc>
      </w:tr>
      <w:tr w:rsidR="00B801C3" w:rsidRPr="00B801C3" w14:paraId="56FB5E5C" w14:textId="77777777" w:rsidTr="001D7446">
        <w:trPr>
          <w:trHeight w:val="422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B801C3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B801C3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F8B317" w14:textId="5CA6F25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D22AF7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37B599CA" w14:textId="77777777" w:rsidTr="001D7446">
        <w:trPr>
          <w:trHeight w:val="42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8DE6AD7" w14:textId="513173FF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Tema  e-posti aadress, telefoni number: </w:t>
            </w:r>
            <w:hyperlink r:id="rId13" w:history="1">
              <w:r w:rsidR="00CA762F" w:rsidRPr="00CA762F">
                <w:rPr>
                  <w:rStyle w:val="Hyperlink"/>
                  <w:rFonts w:ascii="Times New Roman" w:hAnsi="Times New Roman"/>
                </w:rPr>
                <w:t>avo.jarv@energia.ee</w:t>
              </w:r>
            </w:hyperlink>
            <w:r w:rsidRPr="00B801C3">
              <w:rPr>
                <w:rFonts w:ascii="Times New Roman" w:hAnsi="Times New Roman"/>
              </w:rPr>
              <w:t xml:space="preserve">, </w:t>
            </w:r>
            <w:r w:rsidR="005D7A36" w:rsidRPr="00FA77D7">
              <w:rPr>
                <w:rFonts w:ascii="Times New Roman" w:hAnsi="Times New Roman"/>
              </w:rPr>
              <w:t>534 346 98</w:t>
            </w:r>
          </w:p>
        </w:tc>
      </w:tr>
      <w:tr w:rsidR="00B801C3" w:rsidRPr="00B801C3" w14:paraId="12049F25" w14:textId="77777777" w:rsidTr="001D7446">
        <w:trPr>
          <w:trHeight w:val="433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A1A35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B801C3" w14:paraId="59CFA6ED" w14:textId="77777777" w:rsidTr="001D7446">
        <w:trPr>
          <w:trHeight w:val="280"/>
        </w:trPr>
        <w:tc>
          <w:tcPr>
            <w:tcW w:w="2852" w:type="dxa"/>
            <w:tcBorders>
              <w:right w:val="single" w:sz="4" w:space="0" w:color="auto"/>
            </w:tcBorders>
          </w:tcPr>
          <w:p w14:paraId="565A140C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C006BF" w14:textId="77777777" w:rsidR="00B801C3" w:rsidRPr="00B801C3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B801C3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B801C3" w14:paraId="58E0CD92" w14:textId="77777777" w:rsidTr="001D7446">
        <w:trPr>
          <w:trHeight w:val="598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8103D9" w14:textId="77777777" w:rsidR="00B801C3" w:rsidRPr="00995A4B" w:rsidRDefault="00B801C3" w:rsidP="00B801C3">
            <w:pPr>
              <w:rPr>
                <w:rFonts w:ascii="Times New Roman" w:hAnsi="Times New Roman"/>
              </w:rPr>
            </w:pPr>
            <w:r w:rsidRPr="00995A4B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025E3379" w:rsidR="00B801C3" w:rsidRPr="00AE6CB7" w:rsidRDefault="00203FF9" w:rsidP="00B801C3">
            <w:pPr>
              <w:rPr>
                <w:rFonts w:ascii="Times New Roman" w:hAnsi="Times New Roman"/>
              </w:rPr>
            </w:pPr>
            <w:r w:rsidRPr="00995A4B">
              <w:rPr>
                <w:rFonts w:ascii="Times New Roman" w:hAnsi="Times New Roman"/>
              </w:rPr>
              <w:t xml:space="preserve">Stromtec OÜ </w:t>
            </w:r>
            <w:r w:rsidR="00B801C3" w:rsidRPr="00995A4B">
              <w:rPr>
                <w:rFonts w:ascii="Times New Roman" w:hAnsi="Times New Roman"/>
              </w:rPr>
              <w:t xml:space="preserve">poolt koostatud töö nr  </w:t>
            </w:r>
            <w:r w:rsidR="00E067C9">
              <w:rPr>
                <w:rFonts w:ascii="Times New Roman" w:hAnsi="Times New Roman"/>
              </w:rPr>
              <w:t>2</w:t>
            </w:r>
            <w:r w:rsidR="007E75EC">
              <w:rPr>
                <w:rFonts w:ascii="Times New Roman" w:hAnsi="Times New Roman"/>
              </w:rPr>
              <w:t>0</w:t>
            </w:r>
            <w:r w:rsidR="00E067C9">
              <w:rPr>
                <w:rFonts w:ascii="Times New Roman" w:hAnsi="Times New Roman"/>
              </w:rPr>
              <w:t>-</w:t>
            </w:r>
            <w:r w:rsidR="007E75EC">
              <w:rPr>
                <w:rFonts w:ascii="Times New Roman" w:hAnsi="Times New Roman"/>
              </w:rPr>
              <w:t>85</w:t>
            </w:r>
            <w:r w:rsidR="00E067C9" w:rsidRPr="00590754">
              <w:rPr>
                <w:rFonts w:ascii="Times New Roman" w:hAnsi="Times New Roman"/>
              </w:rPr>
              <w:t xml:space="preserve"> “</w:t>
            </w:r>
            <w:r w:rsidR="00DD7562">
              <w:rPr>
                <w:rFonts w:ascii="Times New Roman" w:hAnsi="Times New Roman"/>
              </w:rPr>
              <w:t>Sepa tee 2, Sepametsa tee 2, 4, 6, 8, 10, 12, 14, 16</w:t>
            </w:r>
            <w:r w:rsidR="00D7257A">
              <w:rPr>
                <w:rFonts w:ascii="Times New Roman" w:hAnsi="Times New Roman"/>
              </w:rPr>
              <w:t xml:space="preserve"> ja 18 kinnistute liitumine elektrivõrguga</w:t>
            </w:r>
            <w:r w:rsidR="004916B8">
              <w:rPr>
                <w:rFonts w:ascii="Times New Roman" w:hAnsi="Times New Roman"/>
              </w:rPr>
              <w:t>, Jõgisoo küla, Saue</w:t>
            </w:r>
            <w:r w:rsidR="00E067C9">
              <w:rPr>
                <w:rFonts w:ascii="Times New Roman" w:hAnsi="Times New Roman"/>
              </w:rPr>
              <w:t xml:space="preserve"> vald, Harju maakond LR</w:t>
            </w:r>
            <w:r w:rsidR="007C5DEA">
              <w:rPr>
                <w:rFonts w:ascii="Times New Roman" w:hAnsi="Times New Roman"/>
              </w:rPr>
              <w:t>0173 ja VT1702</w:t>
            </w:r>
            <w:r w:rsidR="00E067C9" w:rsidRPr="00590754">
              <w:rPr>
                <w:rFonts w:ascii="Times New Roman" w:hAnsi="Times New Roman"/>
              </w:rPr>
              <w:t>“</w:t>
            </w:r>
            <w:r w:rsidR="00E067C9">
              <w:rPr>
                <w:rFonts w:ascii="Times New Roman" w:hAnsi="Times New Roman"/>
              </w:rPr>
              <w:t>.</w:t>
            </w:r>
          </w:p>
        </w:tc>
      </w:tr>
      <w:tr w:rsidR="00B801C3" w:rsidRPr="00B801C3" w14:paraId="0755177A" w14:textId="77777777" w:rsidTr="001D7446">
        <w:trPr>
          <w:trHeight w:val="247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C87C4A" w14:textId="6F59AD0F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koostaja: </w:t>
            </w:r>
            <w:r>
              <w:t xml:space="preserve"> </w:t>
            </w:r>
            <w:r w:rsidR="007C5DEA">
              <w:rPr>
                <w:rFonts w:ascii="Times New Roman" w:hAnsi="Times New Roman"/>
              </w:rPr>
              <w:t>Astrid Kesküla</w:t>
            </w:r>
          </w:p>
        </w:tc>
      </w:tr>
      <w:tr w:rsidR="00B801C3" w:rsidRPr="00B801C3" w14:paraId="58516777" w14:textId="77777777" w:rsidTr="001D7446">
        <w:trPr>
          <w:trHeight w:val="59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95C3A18" w14:textId="130D8B3D" w:rsidR="00B801C3" w:rsidRPr="000E535F" w:rsidRDefault="00B801C3" w:rsidP="00B801C3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 xml:space="preserve">Projekti </w:t>
            </w:r>
            <w:r w:rsidR="0095119C" w:rsidRPr="000E535F">
              <w:rPr>
                <w:rFonts w:ascii="Times New Roman" w:hAnsi="Times New Roman"/>
              </w:rPr>
              <w:t>Tra</w:t>
            </w:r>
            <w:r w:rsidR="00A21AA1" w:rsidRPr="000E535F">
              <w:rPr>
                <w:rFonts w:ascii="Times New Roman" w:hAnsi="Times New Roman"/>
              </w:rPr>
              <w:t>nspordi</w:t>
            </w:r>
            <w:r w:rsidRPr="000E535F">
              <w:rPr>
                <w:rFonts w:ascii="Times New Roman" w:hAnsi="Times New Roman"/>
              </w:rPr>
              <w:t xml:space="preserve">ameti kooskõlastuse vastuskirja seosviit:  </w:t>
            </w:r>
          </w:p>
          <w:p w14:paraId="722D8B99" w14:textId="6D0441BE" w:rsidR="00B801C3" w:rsidRPr="00B801C3" w:rsidRDefault="00AB076B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025DA6" w:rsidRPr="000E535F">
              <w:rPr>
                <w:rFonts w:ascii="Times New Roman" w:hAnsi="Times New Roman"/>
              </w:rPr>
              <w:t>.</w:t>
            </w:r>
            <w:r w:rsidR="009E0870" w:rsidRPr="000E53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</w:t>
            </w:r>
            <w:r w:rsidR="00025DA6" w:rsidRPr="000E535F">
              <w:rPr>
                <w:rFonts w:ascii="Times New Roman" w:hAnsi="Times New Roman"/>
              </w:rPr>
              <w:t>.202</w:t>
            </w:r>
            <w:r w:rsidR="009E0870" w:rsidRPr="000E535F">
              <w:rPr>
                <w:rFonts w:ascii="Times New Roman" w:hAnsi="Times New Roman"/>
              </w:rPr>
              <w:t>2</w:t>
            </w:r>
            <w:r w:rsidR="00025DA6" w:rsidRPr="000E535F">
              <w:rPr>
                <w:rFonts w:ascii="Times New Roman" w:hAnsi="Times New Roman"/>
              </w:rPr>
              <w:t xml:space="preserve"> nr </w:t>
            </w:r>
            <w:r w:rsidR="000E535F" w:rsidRPr="000E535F">
              <w:rPr>
                <w:rFonts w:ascii="Times New Roman" w:hAnsi="Times New Roman"/>
              </w:rPr>
              <w:t>7.1-2/2</w:t>
            </w:r>
            <w:r w:rsidR="00F3774C">
              <w:rPr>
                <w:rFonts w:ascii="Times New Roman" w:hAnsi="Times New Roman"/>
              </w:rPr>
              <w:t>2</w:t>
            </w:r>
            <w:r w:rsidR="000E535F" w:rsidRPr="000E535F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6921-5</w:t>
            </w:r>
          </w:p>
        </w:tc>
      </w:tr>
      <w:tr w:rsidR="00B801C3" w:rsidRPr="00B801C3" w14:paraId="51E2B8BB" w14:textId="77777777" w:rsidTr="001D7446">
        <w:trPr>
          <w:trHeight w:val="425"/>
        </w:trPr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42252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45E79FF9" w:rsidR="00B801C3" w:rsidRPr="00B801C3" w:rsidRDefault="0076256A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11116</w:t>
            </w:r>
            <w:r w:rsidR="00F55491">
              <w:rPr>
                <w:rFonts w:ascii="Times New Roman" w:hAnsi="Times New Roman"/>
              </w:rPr>
              <w:t xml:space="preserve"> Kanama – Jõgisoo tee</w:t>
            </w:r>
            <w:r w:rsidR="004D7680">
              <w:rPr>
                <w:rFonts w:ascii="Times New Roman" w:hAnsi="Times New Roman"/>
              </w:rPr>
              <w:t xml:space="preserve"> </w:t>
            </w:r>
            <w:r w:rsidR="00057A70">
              <w:rPr>
                <w:rFonts w:ascii="Times New Roman" w:hAnsi="Times New Roman"/>
              </w:rPr>
              <w:t>T9</w:t>
            </w:r>
          </w:p>
        </w:tc>
      </w:tr>
      <w:tr w:rsidR="00C77651" w:rsidRPr="00B801C3" w14:paraId="2974EED6" w14:textId="77777777" w:rsidTr="00FA24E0">
        <w:trPr>
          <w:trHeight w:val="425"/>
        </w:trPr>
        <w:tc>
          <w:tcPr>
            <w:tcW w:w="28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B50CA1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0B27666" w14:textId="00E53C42" w:rsidR="00C77651" w:rsidRPr="00B801C3" w:rsidRDefault="00C77651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Katastrit</w:t>
            </w:r>
            <w:r w:rsidRPr="00B801C3">
              <w:rPr>
                <w:rFonts w:ascii="Times New Roman" w:hAnsi="Times New Roman"/>
              </w:rPr>
              <w:t xml:space="preserve">unnus:  </w:t>
            </w:r>
            <w:r>
              <w:t xml:space="preserve">  </w:t>
            </w:r>
            <w:r w:rsidR="00057A70">
              <w:rPr>
                <w:rFonts w:ascii="Times New Roman" w:hAnsi="Times New Roman"/>
              </w:rPr>
              <w:t>72501:</w:t>
            </w:r>
            <w:r w:rsidR="00AE20C4">
              <w:rPr>
                <w:rFonts w:ascii="Times New Roman" w:hAnsi="Times New Roman"/>
              </w:rPr>
              <w:t>001:0321</w:t>
            </w:r>
          </w:p>
        </w:tc>
      </w:tr>
      <w:tr w:rsidR="00C77651" w:rsidRPr="00B801C3" w14:paraId="2799306D" w14:textId="77777777" w:rsidTr="00FA24E0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1019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9986CF8" w14:textId="62B94D0C" w:rsidR="00C77651" w:rsidRPr="00B801C3" w:rsidRDefault="00C77651" w:rsidP="00C77651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Lähiaadress</w:t>
            </w:r>
            <w:r>
              <w:rPr>
                <w:rFonts w:ascii="Times New Roman" w:hAnsi="Times New Roman"/>
              </w:rPr>
              <w:t>:</w:t>
            </w:r>
            <w:r>
              <w:t xml:space="preserve"> </w:t>
            </w:r>
            <w:r w:rsidR="00D138EF">
              <w:rPr>
                <w:rFonts w:ascii="Times New Roman" w:hAnsi="Times New Roman"/>
              </w:rPr>
              <w:t>Saue</w:t>
            </w:r>
            <w:r w:rsidR="00BA6639">
              <w:rPr>
                <w:rFonts w:ascii="Times New Roman" w:hAnsi="Times New Roman"/>
              </w:rPr>
              <w:t xml:space="preserve"> vald, </w:t>
            </w:r>
            <w:r w:rsidR="00D138EF">
              <w:rPr>
                <w:rFonts w:ascii="Times New Roman" w:hAnsi="Times New Roman"/>
              </w:rPr>
              <w:t>Jõgisoo</w:t>
            </w:r>
            <w:r w:rsidR="009337EF">
              <w:rPr>
                <w:rFonts w:ascii="Times New Roman" w:hAnsi="Times New Roman"/>
              </w:rPr>
              <w:t xml:space="preserve"> </w:t>
            </w:r>
            <w:r w:rsidR="00BA6639">
              <w:rPr>
                <w:rFonts w:ascii="Times New Roman" w:hAnsi="Times New Roman"/>
              </w:rPr>
              <w:t xml:space="preserve">küla, </w:t>
            </w:r>
            <w:r w:rsidR="009337EF">
              <w:rPr>
                <w:rFonts w:ascii="Times New Roman" w:hAnsi="Times New Roman"/>
              </w:rPr>
              <w:t>11116 Kanama – Jõgisoo tee T9</w:t>
            </w:r>
          </w:p>
        </w:tc>
      </w:tr>
      <w:tr w:rsidR="00C77651" w:rsidRPr="00B801C3" w14:paraId="616548FD" w14:textId="77777777" w:rsidTr="00274E02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0178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482B1A" w14:textId="1A099CC0" w:rsidR="00C77651" w:rsidRPr="00534055" w:rsidRDefault="00C77651" w:rsidP="00C77651">
            <w:pPr>
              <w:rPr>
                <w:rFonts w:ascii="Times New Roman" w:hAnsi="Times New Roman"/>
                <w:i/>
              </w:rPr>
            </w:pPr>
            <w:r w:rsidRPr="00B801C3">
              <w:rPr>
                <w:rFonts w:ascii="Times New Roman" w:hAnsi="Times New Roman"/>
              </w:rPr>
              <w:t>Kinnistusraamatu registriosa nr:</w:t>
            </w:r>
            <w:r w:rsidRPr="00B801C3">
              <w:rPr>
                <w:rFonts w:ascii="Times New Roman" w:hAnsi="Times New Roman"/>
                <w:i/>
              </w:rPr>
              <w:t xml:space="preserve"> </w:t>
            </w:r>
            <w:r>
              <w:t xml:space="preserve">  </w:t>
            </w:r>
            <w:r w:rsidR="00853396">
              <w:rPr>
                <w:rFonts w:ascii="Times New Roman" w:hAnsi="Times New Roman"/>
              </w:rPr>
              <w:t>20442550</w:t>
            </w:r>
          </w:p>
          <w:p w14:paraId="06D62C11" w14:textId="77777777" w:rsidR="00C77651" w:rsidRPr="00B801C3" w:rsidRDefault="00C77651" w:rsidP="00C77651">
            <w:pPr>
              <w:rPr>
                <w:rFonts w:ascii="Times New Roman" w:hAnsi="Times New Roman"/>
              </w:rPr>
            </w:pPr>
          </w:p>
        </w:tc>
      </w:tr>
      <w:tr w:rsidR="002E5106" w:rsidRPr="00B801C3" w14:paraId="1ABE5D2C" w14:textId="77777777" w:rsidTr="00274E02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289C" w14:textId="77777777" w:rsidR="002E5106" w:rsidRPr="00B801C3" w:rsidRDefault="002E510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AD1B94C" w14:textId="7E634C86" w:rsidR="002E5106" w:rsidRPr="00B801C3" w:rsidRDefault="00B60550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Soovime maaüksusele ehitada:</w:t>
            </w:r>
            <w:r w:rsidR="00FD4512">
              <w:rPr>
                <w:rFonts w:ascii="Times New Roman" w:hAnsi="Times New Roman"/>
              </w:rPr>
              <w:t xml:space="preserve"> </w:t>
            </w:r>
            <w:r w:rsidR="005A025F">
              <w:rPr>
                <w:rFonts w:ascii="Times New Roman" w:hAnsi="Times New Roman"/>
              </w:rPr>
              <w:t>keskpinge</w:t>
            </w:r>
            <w:r w:rsidR="000853B0">
              <w:rPr>
                <w:rFonts w:ascii="Times New Roman" w:hAnsi="Times New Roman"/>
              </w:rPr>
              <w:t xml:space="preserve"> ja madalpinge</w:t>
            </w:r>
            <w:r w:rsidR="00326C2D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maakaabelliini</w:t>
            </w:r>
            <w:r w:rsidR="00326C2D">
              <w:rPr>
                <w:rFonts w:ascii="Times New Roman" w:hAnsi="Times New Roman"/>
              </w:rPr>
              <w:t>,</w:t>
            </w:r>
            <w:r w:rsidR="00AA4DC2">
              <w:rPr>
                <w:rFonts w:ascii="Times New Roman" w:hAnsi="Times New Roman"/>
              </w:rPr>
              <w:t xml:space="preserve"> kaitsetorus. Isiliku kasutusõiguse ala</w:t>
            </w:r>
            <w:r w:rsidR="004E4F69">
              <w:rPr>
                <w:rFonts w:ascii="Times New Roman" w:hAnsi="Times New Roman"/>
              </w:rPr>
              <w:t xml:space="preserve"> </w:t>
            </w:r>
            <w:r w:rsidR="00325F82">
              <w:rPr>
                <w:rFonts w:ascii="Times New Roman" w:hAnsi="Times New Roman"/>
              </w:rPr>
              <w:t>36</w:t>
            </w:r>
            <w:r w:rsidR="004E4F69">
              <w:rPr>
                <w:rFonts w:ascii="Times New Roman" w:hAnsi="Times New Roman"/>
              </w:rPr>
              <w:t xml:space="preserve"> m</w:t>
            </w:r>
            <w:r w:rsidR="004E4F69" w:rsidRPr="004E4F69">
              <w:rPr>
                <w:rFonts w:ascii="Times New Roman" w:hAnsi="Times New Roman"/>
                <w:vertAlign w:val="superscript"/>
              </w:rPr>
              <w:t>2</w:t>
            </w:r>
            <w:r w:rsidR="004E4F69">
              <w:rPr>
                <w:rFonts w:ascii="Times New Roman" w:hAnsi="Times New Roman"/>
              </w:rPr>
              <w:t>.</w:t>
            </w:r>
          </w:p>
        </w:tc>
      </w:tr>
      <w:tr w:rsidR="001426E6" w:rsidRPr="00B801C3" w14:paraId="6142EDBD" w14:textId="77777777" w:rsidTr="005237C6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E94" w14:textId="79716E08" w:rsidR="001426E6" w:rsidRPr="00561EC0" w:rsidRDefault="001426E6" w:rsidP="001426E6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AOTLUSELE LISATUD DOKUMENDID.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59E1A04" w14:textId="2392599D" w:rsidR="001426E6" w:rsidRPr="00B801C3" w:rsidRDefault="001426E6" w:rsidP="001426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Transpordi</w:t>
            </w:r>
            <w:r w:rsidRPr="00B801C3">
              <w:rPr>
                <w:rFonts w:ascii="Times New Roman" w:hAnsi="Times New Roman"/>
              </w:rPr>
              <w:t xml:space="preserve">ameti </w:t>
            </w:r>
            <w:r w:rsidR="00325F82">
              <w:rPr>
                <w:rFonts w:ascii="Times New Roman" w:hAnsi="Times New Roman"/>
              </w:rPr>
              <w:t>09.06</w:t>
            </w:r>
            <w:r w:rsidR="003D3ADC" w:rsidRPr="000E535F">
              <w:rPr>
                <w:rFonts w:ascii="Times New Roman" w:hAnsi="Times New Roman"/>
              </w:rPr>
              <w:t xml:space="preserve">.2022 </w:t>
            </w:r>
            <w:r>
              <w:rPr>
                <w:rFonts w:ascii="Times New Roman" w:hAnsi="Times New Roman"/>
              </w:rPr>
              <w:t xml:space="preserve">projekti </w:t>
            </w:r>
            <w:r w:rsidRPr="00B801C3">
              <w:rPr>
                <w:rFonts w:ascii="Times New Roman" w:hAnsi="Times New Roman"/>
              </w:rPr>
              <w:t>kooskõlastus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2153C89" w14:textId="0FBFA158" w:rsidR="00B766E3" w:rsidRDefault="00B766E3" w:rsidP="001426E6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>nr 7.1-2/2</w:t>
            </w:r>
            <w:r>
              <w:rPr>
                <w:rFonts w:ascii="Times New Roman" w:hAnsi="Times New Roman"/>
              </w:rPr>
              <w:t>2</w:t>
            </w:r>
            <w:r w:rsidRPr="000E535F">
              <w:rPr>
                <w:rFonts w:ascii="Times New Roman" w:hAnsi="Times New Roman"/>
              </w:rPr>
              <w:t>/</w:t>
            </w:r>
            <w:r w:rsidR="007D306C">
              <w:rPr>
                <w:rFonts w:ascii="Times New Roman" w:hAnsi="Times New Roman"/>
              </w:rPr>
              <w:t>6921-5</w:t>
            </w:r>
            <w:r>
              <w:rPr>
                <w:rFonts w:ascii="Times New Roman" w:hAnsi="Times New Roman"/>
              </w:rPr>
              <w:t xml:space="preserve">              </w:t>
            </w:r>
            <w:r w:rsidR="003D3ADC">
              <w:rPr>
                <w:rFonts w:ascii="Times New Roman" w:hAnsi="Times New Roman"/>
              </w:rPr>
              <w:t xml:space="preserve">                      </w:t>
            </w:r>
            <w:r>
              <w:rPr>
                <w:rFonts w:ascii="Times New Roman" w:hAnsi="Times New Roman"/>
              </w:rPr>
              <w:t xml:space="preserve"> </w:t>
            </w:r>
            <w:r w:rsidR="003D3ADC">
              <w:rPr>
                <w:rFonts w:ascii="Times New Roman" w:hAnsi="Times New Roman"/>
              </w:rPr>
              <w:t xml:space="preserve">  </w:t>
            </w:r>
            <w:r w:rsidR="005A7552">
              <w:rPr>
                <w:rFonts w:ascii="Times New Roman" w:hAnsi="Times New Roman"/>
              </w:rPr>
              <w:t xml:space="preserve">1 </w:t>
            </w:r>
            <w:r w:rsidR="001426E6">
              <w:rPr>
                <w:rFonts w:ascii="Times New Roman" w:hAnsi="Times New Roman"/>
              </w:rPr>
              <w:t>fail</w:t>
            </w:r>
            <w:r w:rsidR="00262454">
              <w:rPr>
                <w:rFonts w:ascii="Times New Roman" w:hAnsi="Times New Roman"/>
              </w:rPr>
              <w:t>;</w:t>
            </w:r>
          </w:p>
          <w:p w14:paraId="40C60C0B" w14:textId="4DBED118" w:rsidR="001426E6" w:rsidRDefault="001426E6" w:rsidP="001426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Isikliku kasutusõiguse ala plaan        </w:t>
            </w:r>
            <w:r w:rsidR="003D3ADC">
              <w:rPr>
                <w:rFonts w:ascii="Times New Roman" w:hAnsi="Times New Roman"/>
              </w:rPr>
              <w:t xml:space="preserve"> </w:t>
            </w:r>
            <w:r w:rsidR="00B9248B">
              <w:rPr>
                <w:rFonts w:ascii="Times New Roman" w:hAnsi="Times New Roman"/>
              </w:rPr>
              <w:t xml:space="preserve"> </w:t>
            </w:r>
            <w:r w:rsidR="007D306C">
              <w:rPr>
                <w:rFonts w:ascii="Times New Roman" w:hAnsi="Times New Roman"/>
              </w:rPr>
              <w:t xml:space="preserve">   </w:t>
            </w:r>
            <w:r w:rsidR="00B9248B">
              <w:rPr>
                <w:rFonts w:ascii="Times New Roman" w:hAnsi="Times New Roman"/>
              </w:rPr>
              <w:t xml:space="preserve"> </w:t>
            </w:r>
            <w:r w:rsidR="005E53E7"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fail</w:t>
            </w:r>
            <w:r w:rsidR="00B766E3">
              <w:rPr>
                <w:rFonts w:ascii="Times New Roman" w:hAnsi="Times New Roman"/>
              </w:rPr>
              <w:t>;</w:t>
            </w:r>
          </w:p>
          <w:p w14:paraId="7CA501CC" w14:textId="37A7E52A" w:rsidR="00B766E3" w:rsidRPr="002A70F6" w:rsidRDefault="00B766E3" w:rsidP="001426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3D3ADC">
              <w:rPr>
                <w:rFonts w:ascii="Times New Roman" w:hAnsi="Times New Roman"/>
              </w:rPr>
              <w:t xml:space="preserve">Volitatud esindaja volikiri                </w:t>
            </w:r>
            <w:r w:rsidR="00B9248B">
              <w:rPr>
                <w:rFonts w:ascii="Times New Roman" w:hAnsi="Times New Roman"/>
              </w:rPr>
              <w:t xml:space="preserve">  </w:t>
            </w:r>
            <w:r w:rsidR="003D3ADC">
              <w:rPr>
                <w:rFonts w:ascii="Times New Roman" w:hAnsi="Times New Roman"/>
              </w:rPr>
              <w:t xml:space="preserve">     1 fail.</w:t>
            </w:r>
          </w:p>
        </w:tc>
      </w:tr>
      <w:tr w:rsidR="00B9248B" w:rsidRPr="00B801C3" w14:paraId="1DA389D7" w14:textId="77777777" w:rsidTr="005237C6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BE93" w14:textId="77777777" w:rsidR="00B9248B" w:rsidRPr="00B801C3" w:rsidRDefault="00B9248B" w:rsidP="001426E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BFF840" w14:textId="77777777" w:rsidR="00B9248B" w:rsidRDefault="00B9248B" w:rsidP="001426E6">
            <w:pPr>
              <w:rPr>
                <w:rFonts w:ascii="Times New Roman" w:hAnsi="Times New Roman"/>
              </w:rPr>
            </w:pPr>
          </w:p>
        </w:tc>
      </w:tr>
    </w:tbl>
    <w:p w14:paraId="71852233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Lugupidamisega</w:t>
      </w:r>
    </w:p>
    <w:p w14:paraId="1B7DDFDD" w14:textId="77777777" w:rsidR="00B801C3" w:rsidRPr="00B801C3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/allkirjastatud digitaalselt/</w:t>
      </w:r>
    </w:p>
    <w:p w14:paraId="2C07119E" w14:textId="77777777" w:rsidR="00B801C3" w:rsidRPr="00B801C3" w:rsidRDefault="00B801C3" w:rsidP="00B801C3">
      <w:pPr>
        <w:rPr>
          <w:rFonts w:ascii="Times New Roman" w:hAnsi="Times New Roman"/>
        </w:rPr>
      </w:pPr>
    </w:p>
    <w:p w14:paraId="263BA39B" w14:textId="2A454A70" w:rsidR="00B801C3" w:rsidRPr="00B801C3" w:rsidRDefault="0001635F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Avo Järv</w:t>
      </w:r>
    </w:p>
    <w:p w14:paraId="5900368B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Elektrilevi OÜ volitatud esindaja</w:t>
      </w:r>
    </w:p>
    <w:p w14:paraId="44482408" w14:textId="69BE91FB" w:rsidR="00627953" w:rsidRPr="00582590" w:rsidRDefault="00B801C3" w:rsidP="00582590">
      <w:pPr>
        <w:rPr>
          <w:rFonts w:cs="Arial"/>
          <w:sz w:val="22"/>
          <w:szCs w:val="22"/>
        </w:rPr>
      </w:pPr>
      <w:r w:rsidRPr="00B801C3">
        <w:rPr>
          <w:rFonts w:ascii="Times New Roman" w:hAnsi="Times New Roman"/>
        </w:rPr>
        <w:t>Tel: +372 534</w:t>
      </w:r>
      <w:r w:rsidR="0001635F">
        <w:rPr>
          <w:rFonts w:ascii="Times New Roman" w:hAnsi="Times New Roman"/>
        </w:rPr>
        <w:t>34698</w:t>
      </w:r>
    </w:p>
    <w:sectPr w:rsidR="00627953" w:rsidRPr="00582590" w:rsidSect="00D4458D">
      <w:footerReference w:type="first" r:id="rId14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C576B" w14:textId="77777777" w:rsidR="005542CD" w:rsidRDefault="005542CD">
      <w:r>
        <w:separator/>
      </w:r>
    </w:p>
  </w:endnote>
  <w:endnote w:type="continuationSeparator" w:id="0">
    <w:p w14:paraId="364BC983" w14:textId="77777777" w:rsidR="005542CD" w:rsidRDefault="005542CD">
      <w:r>
        <w:continuationSeparator/>
      </w:r>
    </w:p>
  </w:endnote>
  <w:endnote w:type="continuationNotice" w:id="1">
    <w:p w14:paraId="552E60D4" w14:textId="77777777" w:rsidR="005542CD" w:rsidRDefault="005542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575A65E5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2D558ABD" w14:textId="4203DF0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298FEB6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1332CF6C" w14:textId="1146C2C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62AB4FDE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F4C1590" w14:textId="6123CFFD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CCE87" w14:textId="77777777" w:rsidR="005542CD" w:rsidRDefault="005542CD">
      <w:r>
        <w:separator/>
      </w:r>
    </w:p>
  </w:footnote>
  <w:footnote w:type="continuationSeparator" w:id="0">
    <w:p w14:paraId="02D7B723" w14:textId="77777777" w:rsidR="005542CD" w:rsidRDefault="005542CD">
      <w:r>
        <w:continuationSeparator/>
      </w:r>
    </w:p>
  </w:footnote>
  <w:footnote w:type="continuationNotice" w:id="1">
    <w:p w14:paraId="234C07F7" w14:textId="77777777" w:rsidR="005542CD" w:rsidRDefault="005542C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F81"/>
    <w:multiLevelType w:val="hybridMultilevel"/>
    <w:tmpl w:val="682CC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96053"/>
    <w:multiLevelType w:val="hybridMultilevel"/>
    <w:tmpl w:val="16840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3FB"/>
    <w:rsid w:val="0001635F"/>
    <w:rsid w:val="0002542D"/>
    <w:rsid w:val="00025DA6"/>
    <w:rsid w:val="00034DBA"/>
    <w:rsid w:val="00054211"/>
    <w:rsid w:val="00055ABF"/>
    <w:rsid w:val="00056E60"/>
    <w:rsid w:val="00057A70"/>
    <w:rsid w:val="00067EBB"/>
    <w:rsid w:val="000853B0"/>
    <w:rsid w:val="00091BAB"/>
    <w:rsid w:val="00092752"/>
    <w:rsid w:val="000B417F"/>
    <w:rsid w:val="000B4850"/>
    <w:rsid w:val="000E535F"/>
    <w:rsid w:val="000F74CB"/>
    <w:rsid w:val="00104D52"/>
    <w:rsid w:val="00115920"/>
    <w:rsid w:val="00132D5C"/>
    <w:rsid w:val="0013685B"/>
    <w:rsid w:val="001377DA"/>
    <w:rsid w:val="001426E6"/>
    <w:rsid w:val="00146F8F"/>
    <w:rsid w:val="00156988"/>
    <w:rsid w:val="001626FC"/>
    <w:rsid w:val="0016496D"/>
    <w:rsid w:val="00166A4A"/>
    <w:rsid w:val="00174E97"/>
    <w:rsid w:val="001777AF"/>
    <w:rsid w:val="00183FC5"/>
    <w:rsid w:val="00190664"/>
    <w:rsid w:val="0019253D"/>
    <w:rsid w:val="001B412A"/>
    <w:rsid w:val="001B6ED6"/>
    <w:rsid w:val="001C146B"/>
    <w:rsid w:val="001D1D06"/>
    <w:rsid w:val="001D65CC"/>
    <w:rsid w:val="00201F2A"/>
    <w:rsid w:val="00203B6C"/>
    <w:rsid w:val="00203FF9"/>
    <w:rsid w:val="00232224"/>
    <w:rsid w:val="00244988"/>
    <w:rsid w:val="002454B3"/>
    <w:rsid w:val="00245ECA"/>
    <w:rsid w:val="00262454"/>
    <w:rsid w:val="00264B30"/>
    <w:rsid w:val="00267381"/>
    <w:rsid w:val="00267555"/>
    <w:rsid w:val="002726A3"/>
    <w:rsid w:val="00274E02"/>
    <w:rsid w:val="00290BF6"/>
    <w:rsid w:val="002A70F6"/>
    <w:rsid w:val="002D4D27"/>
    <w:rsid w:val="002E0EF7"/>
    <w:rsid w:val="002E5106"/>
    <w:rsid w:val="002F1E80"/>
    <w:rsid w:val="003077C4"/>
    <w:rsid w:val="00313843"/>
    <w:rsid w:val="003211EB"/>
    <w:rsid w:val="00325F82"/>
    <w:rsid w:val="00326C2D"/>
    <w:rsid w:val="003551E2"/>
    <w:rsid w:val="00357C22"/>
    <w:rsid w:val="00360DB3"/>
    <w:rsid w:val="00361541"/>
    <w:rsid w:val="0037535F"/>
    <w:rsid w:val="0037561A"/>
    <w:rsid w:val="00377BF2"/>
    <w:rsid w:val="0038079E"/>
    <w:rsid w:val="003C1DF5"/>
    <w:rsid w:val="003C4625"/>
    <w:rsid w:val="003D3ADC"/>
    <w:rsid w:val="003D4827"/>
    <w:rsid w:val="003D4C10"/>
    <w:rsid w:val="003E6E8E"/>
    <w:rsid w:val="003F1570"/>
    <w:rsid w:val="003F5996"/>
    <w:rsid w:val="00413593"/>
    <w:rsid w:val="00430439"/>
    <w:rsid w:val="0043188C"/>
    <w:rsid w:val="00433B4A"/>
    <w:rsid w:val="00470107"/>
    <w:rsid w:val="0047318E"/>
    <w:rsid w:val="0047377E"/>
    <w:rsid w:val="0047575A"/>
    <w:rsid w:val="004807F8"/>
    <w:rsid w:val="004916B8"/>
    <w:rsid w:val="00496C8C"/>
    <w:rsid w:val="004D1D70"/>
    <w:rsid w:val="004D47B5"/>
    <w:rsid w:val="004D7680"/>
    <w:rsid w:val="004E4F69"/>
    <w:rsid w:val="00510B00"/>
    <w:rsid w:val="005237C6"/>
    <w:rsid w:val="00524969"/>
    <w:rsid w:val="00524FA2"/>
    <w:rsid w:val="00532D2F"/>
    <w:rsid w:val="00533D37"/>
    <w:rsid w:val="00534055"/>
    <w:rsid w:val="00543B8C"/>
    <w:rsid w:val="005542CD"/>
    <w:rsid w:val="00561EC0"/>
    <w:rsid w:val="00564994"/>
    <w:rsid w:val="005779A8"/>
    <w:rsid w:val="0058024C"/>
    <w:rsid w:val="00582590"/>
    <w:rsid w:val="0059048C"/>
    <w:rsid w:val="005A025F"/>
    <w:rsid w:val="005A217D"/>
    <w:rsid w:val="005A7552"/>
    <w:rsid w:val="005B2B57"/>
    <w:rsid w:val="005D7A36"/>
    <w:rsid w:val="005E53E7"/>
    <w:rsid w:val="00601A66"/>
    <w:rsid w:val="00605B27"/>
    <w:rsid w:val="00615D38"/>
    <w:rsid w:val="00627953"/>
    <w:rsid w:val="006466E4"/>
    <w:rsid w:val="00677233"/>
    <w:rsid w:val="00680DB8"/>
    <w:rsid w:val="0068591F"/>
    <w:rsid w:val="00687933"/>
    <w:rsid w:val="00694BA3"/>
    <w:rsid w:val="00697C6B"/>
    <w:rsid w:val="006B28B7"/>
    <w:rsid w:val="006B36E7"/>
    <w:rsid w:val="006E4687"/>
    <w:rsid w:val="006F595A"/>
    <w:rsid w:val="00720EE5"/>
    <w:rsid w:val="00724591"/>
    <w:rsid w:val="007309B6"/>
    <w:rsid w:val="007436D3"/>
    <w:rsid w:val="00745750"/>
    <w:rsid w:val="00747174"/>
    <w:rsid w:val="00751A02"/>
    <w:rsid w:val="00761373"/>
    <w:rsid w:val="0076256A"/>
    <w:rsid w:val="00766D43"/>
    <w:rsid w:val="0077377F"/>
    <w:rsid w:val="00781DB6"/>
    <w:rsid w:val="007878CB"/>
    <w:rsid w:val="00791C61"/>
    <w:rsid w:val="007A1BC8"/>
    <w:rsid w:val="007A795F"/>
    <w:rsid w:val="007B15C2"/>
    <w:rsid w:val="007C1B49"/>
    <w:rsid w:val="007C5DEA"/>
    <w:rsid w:val="007C78EF"/>
    <w:rsid w:val="007D306C"/>
    <w:rsid w:val="007E3A05"/>
    <w:rsid w:val="007E75EC"/>
    <w:rsid w:val="007F109E"/>
    <w:rsid w:val="008058E8"/>
    <w:rsid w:val="0082604D"/>
    <w:rsid w:val="008447C1"/>
    <w:rsid w:val="00852619"/>
    <w:rsid w:val="00853396"/>
    <w:rsid w:val="00864778"/>
    <w:rsid w:val="00864F9A"/>
    <w:rsid w:val="00891EC8"/>
    <w:rsid w:val="008C4D44"/>
    <w:rsid w:val="008D3857"/>
    <w:rsid w:val="008D3C80"/>
    <w:rsid w:val="008D6B5D"/>
    <w:rsid w:val="008F1236"/>
    <w:rsid w:val="008F2213"/>
    <w:rsid w:val="008F2A05"/>
    <w:rsid w:val="008F76EC"/>
    <w:rsid w:val="008F798D"/>
    <w:rsid w:val="00915CCD"/>
    <w:rsid w:val="00916A21"/>
    <w:rsid w:val="009278B9"/>
    <w:rsid w:val="009337EF"/>
    <w:rsid w:val="009408BE"/>
    <w:rsid w:val="00942C1B"/>
    <w:rsid w:val="00946B41"/>
    <w:rsid w:val="00947AE1"/>
    <w:rsid w:val="0095119C"/>
    <w:rsid w:val="0096721D"/>
    <w:rsid w:val="009854D6"/>
    <w:rsid w:val="00985605"/>
    <w:rsid w:val="00995A4B"/>
    <w:rsid w:val="009C237C"/>
    <w:rsid w:val="009D38F3"/>
    <w:rsid w:val="009E0870"/>
    <w:rsid w:val="009E181A"/>
    <w:rsid w:val="009F3517"/>
    <w:rsid w:val="00A05FE2"/>
    <w:rsid w:val="00A17A70"/>
    <w:rsid w:val="00A21AA1"/>
    <w:rsid w:val="00A25DCD"/>
    <w:rsid w:val="00A33A60"/>
    <w:rsid w:val="00A42E92"/>
    <w:rsid w:val="00A43A3D"/>
    <w:rsid w:val="00A519A8"/>
    <w:rsid w:val="00A65739"/>
    <w:rsid w:val="00A7678F"/>
    <w:rsid w:val="00A80D1B"/>
    <w:rsid w:val="00A87E71"/>
    <w:rsid w:val="00AA4DC2"/>
    <w:rsid w:val="00AA5BCE"/>
    <w:rsid w:val="00AB0087"/>
    <w:rsid w:val="00AB076B"/>
    <w:rsid w:val="00AB27A8"/>
    <w:rsid w:val="00AB6099"/>
    <w:rsid w:val="00AB6C30"/>
    <w:rsid w:val="00AC149D"/>
    <w:rsid w:val="00AC62D7"/>
    <w:rsid w:val="00AD568D"/>
    <w:rsid w:val="00AE20C4"/>
    <w:rsid w:val="00AE6CB7"/>
    <w:rsid w:val="00B04620"/>
    <w:rsid w:val="00B142A0"/>
    <w:rsid w:val="00B33B98"/>
    <w:rsid w:val="00B603AC"/>
    <w:rsid w:val="00B60550"/>
    <w:rsid w:val="00B766E3"/>
    <w:rsid w:val="00B801C3"/>
    <w:rsid w:val="00B80E6E"/>
    <w:rsid w:val="00B86865"/>
    <w:rsid w:val="00B9248B"/>
    <w:rsid w:val="00BA6639"/>
    <w:rsid w:val="00BC10D7"/>
    <w:rsid w:val="00BD3A92"/>
    <w:rsid w:val="00C12177"/>
    <w:rsid w:val="00C15771"/>
    <w:rsid w:val="00C34030"/>
    <w:rsid w:val="00C34716"/>
    <w:rsid w:val="00C44656"/>
    <w:rsid w:val="00C45FA3"/>
    <w:rsid w:val="00C53640"/>
    <w:rsid w:val="00C67098"/>
    <w:rsid w:val="00C77651"/>
    <w:rsid w:val="00C77F19"/>
    <w:rsid w:val="00C80630"/>
    <w:rsid w:val="00C86912"/>
    <w:rsid w:val="00CA2EF7"/>
    <w:rsid w:val="00CA6CE8"/>
    <w:rsid w:val="00CA762F"/>
    <w:rsid w:val="00D138EF"/>
    <w:rsid w:val="00D17EA9"/>
    <w:rsid w:val="00D21C1E"/>
    <w:rsid w:val="00D22AF7"/>
    <w:rsid w:val="00D25D80"/>
    <w:rsid w:val="00D30539"/>
    <w:rsid w:val="00D40E16"/>
    <w:rsid w:val="00D4420F"/>
    <w:rsid w:val="00D4458D"/>
    <w:rsid w:val="00D7257A"/>
    <w:rsid w:val="00D8795C"/>
    <w:rsid w:val="00D87E78"/>
    <w:rsid w:val="00D9349E"/>
    <w:rsid w:val="00DB1054"/>
    <w:rsid w:val="00DB424B"/>
    <w:rsid w:val="00DB7173"/>
    <w:rsid w:val="00DC1FEC"/>
    <w:rsid w:val="00DC468D"/>
    <w:rsid w:val="00DD7562"/>
    <w:rsid w:val="00DF3628"/>
    <w:rsid w:val="00E067C9"/>
    <w:rsid w:val="00E366A1"/>
    <w:rsid w:val="00E60DD0"/>
    <w:rsid w:val="00E62F83"/>
    <w:rsid w:val="00E93AC7"/>
    <w:rsid w:val="00E93B12"/>
    <w:rsid w:val="00EB7683"/>
    <w:rsid w:val="00EC1174"/>
    <w:rsid w:val="00ED222E"/>
    <w:rsid w:val="00ED26F8"/>
    <w:rsid w:val="00EE61F2"/>
    <w:rsid w:val="00EE7A94"/>
    <w:rsid w:val="00EF01D3"/>
    <w:rsid w:val="00F15877"/>
    <w:rsid w:val="00F24004"/>
    <w:rsid w:val="00F31717"/>
    <w:rsid w:val="00F3774C"/>
    <w:rsid w:val="00F50474"/>
    <w:rsid w:val="00F516DF"/>
    <w:rsid w:val="00F55491"/>
    <w:rsid w:val="00F55ADB"/>
    <w:rsid w:val="00F9120F"/>
    <w:rsid w:val="00F94E63"/>
    <w:rsid w:val="00FA24E0"/>
    <w:rsid w:val="00FA77D7"/>
    <w:rsid w:val="00FC4F54"/>
    <w:rsid w:val="00FD1155"/>
    <w:rsid w:val="00FD31D2"/>
    <w:rsid w:val="00FD4512"/>
    <w:rsid w:val="00FE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6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o.jarv@energia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9A423E-20BB-4500-9191-A2DF02F434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440</TotalTime>
  <Pages>2</Pages>
  <Words>227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Avo Järv</cp:lastModifiedBy>
  <cp:revision>233</cp:revision>
  <cp:lastPrinted>2022-01-11T09:20:00Z</cp:lastPrinted>
  <dcterms:created xsi:type="dcterms:W3CDTF">2022-01-10T12:44:00Z</dcterms:created>
  <dcterms:modified xsi:type="dcterms:W3CDTF">2022-10-20T10:18:00Z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